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0D99D" w14:textId="03EBB6B0"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B176BE" w:rsidRPr="00486DFE">
        <w:rPr>
          <w:rFonts w:ascii="Arial" w:hAnsi="Arial" w:cs="Arial"/>
          <w:sz w:val="32"/>
          <w:lang w:eastAsia="zh-CN"/>
        </w:rPr>
        <w:t>201</w:t>
      </w:r>
      <w:r w:rsidR="0018581F">
        <w:rPr>
          <w:rFonts w:ascii="Arial" w:hAnsi="Arial" w:cs="Arial"/>
          <w:sz w:val="32"/>
          <w:lang w:eastAsia="zh-CN"/>
        </w:rPr>
        <w:t>5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14:paraId="7DB918B9" w14:textId="77777777"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14:paraId="3548162F" w14:textId="77777777" w:rsidR="00201433" w:rsidRDefault="00201433" w:rsidP="00201433"/>
    <w:p w14:paraId="2987D654" w14:textId="446CFAF8" w:rsidR="00201433" w:rsidRDefault="00201433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  <w:r>
        <w:rPr>
          <w:rFonts w:cs="Arial"/>
          <w:b/>
          <w:sz w:val="22"/>
          <w:lang w:val="en-US"/>
        </w:rPr>
        <w:t>Code:</w:t>
      </w:r>
      <w:r>
        <w:rPr>
          <w:rFonts w:cs="Arial"/>
          <w:b/>
          <w:sz w:val="22"/>
          <w:lang w:val="en-US"/>
        </w:rPr>
        <w:tab/>
      </w:r>
      <w:r>
        <w:rPr>
          <w:rFonts w:cs="Arial"/>
          <w:b/>
          <w:sz w:val="22"/>
          <w:lang w:val="en-US"/>
        </w:rPr>
        <w:tab/>
        <w:t>DESY/2015/5</w:t>
      </w:r>
    </w:p>
    <w:p w14:paraId="5B361268" w14:textId="77777777" w:rsidR="00201433" w:rsidRDefault="00201433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</w:p>
    <w:p w14:paraId="4A27525B" w14:textId="34763125" w:rsidR="0086164E" w:rsidRPr="00486DFE" w:rsidRDefault="00201433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</w:t>
      </w:r>
      <w:r w:rsidR="00C46EAD">
        <w:rPr>
          <w:rFonts w:cs="Arial"/>
          <w:b/>
          <w:sz w:val="22"/>
          <w:lang w:val="en-US"/>
        </w:rPr>
        <w:t>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486DFE" w:rsidRPr="00486DFE">
        <w:rPr>
          <w:rFonts w:cs="Arial"/>
          <w:b/>
          <w:sz w:val="22"/>
          <w:lang w:val="en-US"/>
        </w:rPr>
        <w:tab/>
      </w:r>
      <w:r w:rsidR="00486DFE" w:rsidRPr="00486DFE">
        <w:rPr>
          <w:rFonts w:cs="Arial"/>
          <w:b/>
          <w:sz w:val="22"/>
          <w:lang w:val="en-US"/>
        </w:rPr>
        <w:tab/>
        <w:t>DESY</w:t>
      </w:r>
    </w:p>
    <w:p w14:paraId="618F49F8" w14:textId="77777777" w:rsidR="0086164E" w:rsidRPr="00486DFE" w:rsidRDefault="0086164E" w:rsidP="004426FE">
      <w:pPr>
        <w:rPr>
          <w:rFonts w:ascii="Arial" w:hAnsi="Arial" w:cs="Arial"/>
          <w:lang w:val="en-US"/>
        </w:rPr>
      </w:pPr>
    </w:p>
    <w:p w14:paraId="511591EC" w14:textId="77777777"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>
        <w:rPr>
          <w:rFonts w:ascii="Arial" w:hAnsi="Arial" w:cs="Arial"/>
          <w:sz w:val="22"/>
          <w:lang w:eastAsia="zh-CN"/>
        </w:rPr>
        <w:tab/>
      </w:r>
      <w:r w:rsidR="00E878A7">
        <w:rPr>
          <w:rFonts w:ascii="Arial" w:hAnsi="Arial" w:cs="Arial"/>
          <w:sz w:val="22"/>
          <w:lang w:eastAsia="zh-CN"/>
        </w:rPr>
        <w:t>FH/ATLAS</w:t>
      </w:r>
      <w:r w:rsidR="00E878A7">
        <w:rPr>
          <w:rFonts w:ascii="Arial" w:hAnsi="Arial" w:cs="Arial"/>
          <w:sz w:val="22"/>
          <w:lang w:eastAsia="zh-CN"/>
        </w:rPr>
        <w:tab/>
      </w:r>
    </w:p>
    <w:p w14:paraId="438BFAFA" w14:textId="77777777"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14:paraId="2582E111" w14:textId="77777777" w:rsidR="00201433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r w:rsidR="00E878A7">
        <w:rPr>
          <w:rFonts w:ascii="Arial" w:hAnsi="Arial" w:cs="Arial"/>
          <w:sz w:val="22"/>
        </w:rPr>
        <w:t>Ingrid</w:t>
      </w:r>
      <w:r w:rsidR="007A4C1C">
        <w:rPr>
          <w:rFonts w:ascii="Arial" w:hAnsi="Arial" w:cs="Arial"/>
          <w:sz w:val="22"/>
        </w:rPr>
        <w:t>-Maria</w:t>
      </w:r>
      <w:r w:rsidR="00E878A7">
        <w:rPr>
          <w:rFonts w:ascii="Arial" w:hAnsi="Arial" w:cs="Arial"/>
          <w:sz w:val="22"/>
        </w:rPr>
        <w:t xml:space="preserve"> Gregor</w:t>
      </w:r>
      <w:r w:rsidR="001944AF">
        <w:rPr>
          <w:rFonts w:ascii="Arial" w:hAnsi="Arial" w:cs="Arial"/>
          <w:sz w:val="22"/>
        </w:rPr>
        <w:tab/>
      </w:r>
      <w:r w:rsidR="00201433">
        <w:rPr>
          <w:rFonts w:ascii="Arial" w:hAnsi="Arial" w:cs="Arial"/>
          <w:sz w:val="22"/>
        </w:rPr>
        <w:tab/>
      </w:r>
    </w:p>
    <w:p w14:paraId="6C282667" w14:textId="5DA2EFD7" w:rsidR="007A673C" w:rsidRPr="00201433" w:rsidRDefault="00C46EAD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201433">
        <w:rPr>
          <w:rFonts w:ascii="Arial" w:hAnsi="Arial" w:cs="Arial"/>
          <w:sz w:val="22"/>
        </w:rPr>
        <w:t>Email/Phone:</w:t>
      </w:r>
      <w:r w:rsidRPr="00201433">
        <w:rPr>
          <w:rFonts w:ascii="Arial" w:hAnsi="Arial" w:cs="Arial"/>
          <w:sz w:val="22"/>
        </w:rPr>
        <w:tab/>
      </w:r>
      <w:hyperlink r:id="rId9" w:history="1">
        <w:r w:rsidR="00201433" w:rsidRPr="00201433">
          <w:rPr>
            <w:rStyle w:val="Hyperlink"/>
            <w:rFonts w:ascii="Arial" w:hAnsi="Arial" w:cs="Arial"/>
            <w:sz w:val="22"/>
          </w:rPr>
          <w:t>ingrid.gregor@desy.de</w:t>
        </w:r>
      </w:hyperlink>
      <w:r w:rsidR="00201433" w:rsidRPr="00201433">
        <w:rPr>
          <w:rFonts w:ascii="Arial" w:hAnsi="Arial" w:cs="Arial"/>
          <w:sz w:val="22"/>
        </w:rPr>
        <w:t xml:space="preserve">  +49 40 8998 </w:t>
      </w:r>
      <w:r w:rsidR="00E878A7" w:rsidRPr="00201433">
        <w:rPr>
          <w:rFonts w:ascii="Arial" w:hAnsi="Arial" w:cs="Arial"/>
          <w:sz w:val="22"/>
        </w:rPr>
        <w:t>3032</w:t>
      </w:r>
    </w:p>
    <w:p w14:paraId="5B563899" w14:textId="77777777" w:rsidR="00C46EAD" w:rsidRPr="00201433" w:rsidRDefault="00C46EAD" w:rsidP="00C46EAD"/>
    <w:p w14:paraId="15C6371A" w14:textId="77777777" w:rsidR="005A1178" w:rsidRPr="00201433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Pr="00486DFE">
        <w:rPr>
          <w:rFonts w:ascii="Arial" w:hAnsi="Arial" w:cs="Arial"/>
          <w:b w:val="0"/>
          <w:sz w:val="22"/>
        </w:rPr>
        <w:tab/>
      </w:r>
      <w:r w:rsidRPr="00201433">
        <w:rPr>
          <w:rFonts w:ascii="Arial" w:hAnsi="Arial" w:cs="Arial"/>
          <w:b w:val="0"/>
          <w:iCs/>
          <w:sz w:val="22"/>
        </w:rPr>
        <w:t xml:space="preserve"> </w:t>
      </w:r>
      <w:r w:rsidR="00E878A7" w:rsidRPr="00201433">
        <w:rPr>
          <w:rFonts w:ascii="Arial" w:hAnsi="Arial" w:cs="Arial"/>
          <w:b w:val="0"/>
          <w:iCs/>
          <w:sz w:val="22"/>
        </w:rPr>
        <w:t>(HEP) Silicon detector development for the ATLAS experiment</w:t>
      </w:r>
    </w:p>
    <w:p w14:paraId="703C9B09" w14:textId="77777777"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14:paraId="6014AA1E" w14:textId="77777777"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E878A7">
        <w:rPr>
          <w:rFonts w:ascii="Arial" w:hAnsi="Arial" w:cs="Arial"/>
          <w:sz w:val="22"/>
          <w:szCs w:val="22"/>
          <w:lang w:val="en-US"/>
        </w:rPr>
        <w:t>toral Research in the ATLAS/DESY group</w:t>
      </w:r>
      <w:r w:rsidRPr="00486DFE">
        <w:rPr>
          <w:rFonts w:ascii="Arial" w:hAnsi="Arial" w:cs="Arial"/>
          <w:sz w:val="22"/>
          <w:lang w:val="en-US"/>
        </w:rPr>
        <w:tab/>
      </w:r>
    </w:p>
    <w:p w14:paraId="13CF38DD" w14:textId="77777777"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14:paraId="0FC52259" w14:textId="77777777"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1B3D22A" wp14:editId="7A927DB4">
                <wp:simplePos x="0" y="0"/>
                <wp:positionH relativeFrom="column">
                  <wp:posOffset>550545</wp:posOffset>
                </wp:positionH>
                <wp:positionV relativeFrom="paragraph">
                  <wp:posOffset>68580</wp:posOffset>
                </wp:positionV>
                <wp:extent cx="4800600" cy="2028825"/>
                <wp:effectExtent l="0" t="0" r="19050" b="2857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96910" w14:textId="77777777" w:rsidR="00E60338" w:rsidRDefault="00E60338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  <w:p w14:paraId="425AAD03" w14:textId="2CFE4F50" w:rsidR="00486DFE" w:rsidRPr="007C62AF" w:rsidRDefault="00E878A7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7C62AF">
                              <w:rPr>
                                <w:rFonts w:ascii="Arial" w:hAnsi="Arial" w:cs="Arial"/>
                                <w:szCs w:val="24"/>
                              </w:rPr>
                              <w:t xml:space="preserve">The DESY/ATLAS group is planning to build an end-cap for the </w:t>
                            </w:r>
                            <w:r w:rsidR="0051317B">
                              <w:rPr>
                                <w:rFonts w:ascii="Arial" w:hAnsi="Arial" w:cs="Arial"/>
                                <w:szCs w:val="24"/>
                              </w:rPr>
                              <w:t xml:space="preserve">new silicon strip detector </w:t>
                            </w:r>
                            <w:proofErr w:type="gramStart"/>
                            <w:r w:rsidR="0051317B">
                              <w:rPr>
                                <w:rFonts w:ascii="Arial" w:hAnsi="Arial" w:cs="Arial"/>
                                <w:szCs w:val="24"/>
                              </w:rPr>
                              <w:t>of  the</w:t>
                            </w:r>
                            <w:proofErr w:type="gramEnd"/>
                            <w:r w:rsidR="0051317B">
                              <w:rPr>
                                <w:rFonts w:ascii="Arial" w:hAnsi="Arial" w:cs="Arial"/>
                                <w:szCs w:val="24"/>
                              </w:rPr>
                              <w:t xml:space="preserve"> ATLAS </w:t>
                            </w:r>
                            <w:r w:rsidR="007C62AF" w:rsidRPr="007C62AF">
                              <w:rPr>
                                <w:rFonts w:ascii="Arial" w:hAnsi="Arial" w:cs="Arial"/>
                                <w:szCs w:val="24"/>
                              </w:rPr>
                              <w:t xml:space="preserve">phase-II detector upgrade which will be installed </w:t>
                            </w:r>
                            <w:r w:rsidR="0051317B">
                              <w:rPr>
                                <w:rFonts w:ascii="Arial" w:hAnsi="Arial" w:cs="Arial"/>
                                <w:szCs w:val="24"/>
                              </w:rPr>
                              <w:t xml:space="preserve">at CERN </w:t>
                            </w:r>
                            <w:r w:rsidR="007C62AF" w:rsidRPr="007C62AF">
                              <w:rPr>
                                <w:rFonts w:ascii="Arial" w:hAnsi="Arial" w:cs="Arial"/>
                                <w:szCs w:val="24"/>
                              </w:rPr>
                              <w:t>in 202</w:t>
                            </w:r>
                            <w:r w:rsidR="0051317B">
                              <w:rPr>
                                <w:rFonts w:ascii="Arial" w:hAnsi="Arial" w:cs="Arial"/>
                                <w:szCs w:val="24"/>
                              </w:rPr>
                              <w:t>3</w:t>
                            </w:r>
                            <w:r w:rsidR="007C62AF" w:rsidRPr="007C62AF">
                              <w:rPr>
                                <w:rFonts w:ascii="Arial" w:hAnsi="Arial" w:cs="Arial"/>
                                <w:szCs w:val="24"/>
                              </w:rPr>
                              <w:t>/202</w:t>
                            </w:r>
                            <w:r w:rsidR="0051317B">
                              <w:rPr>
                                <w:rFonts w:ascii="Arial" w:hAnsi="Arial" w:cs="Arial"/>
                                <w:szCs w:val="24"/>
                              </w:rPr>
                              <w:t>4</w:t>
                            </w:r>
                            <w:r w:rsidR="007C62AF" w:rsidRPr="007C62AF">
                              <w:rPr>
                                <w:rFonts w:ascii="Arial" w:hAnsi="Arial" w:cs="Arial"/>
                                <w:szCs w:val="24"/>
                              </w:rPr>
                              <w:t xml:space="preserve">. </w:t>
                            </w:r>
                            <w:r w:rsidR="007C62AF">
                              <w:rPr>
                                <w:rFonts w:ascii="Arial" w:hAnsi="Arial" w:cs="Arial"/>
                                <w:szCs w:val="24"/>
                              </w:rPr>
                              <w:t>We are presently preparing for t</w:t>
                            </w:r>
                            <w:r w:rsidR="0051317B">
                              <w:rPr>
                                <w:rFonts w:ascii="Arial" w:hAnsi="Arial" w:cs="Arial"/>
                                <w:szCs w:val="24"/>
                              </w:rPr>
                              <w:t>he construction of</w:t>
                            </w:r>
                            <w:r w:rsidR="007C62AF">
                              <w:rPr>
                                <w:rFonts w:ascii="Arial" w:hAnsi="Arial" w:cs="Arial"/>
                                <w:szCs w:val="24"/>
                              </w:rPr>
                              <w:t xml:space="preserve"> the detector by participating in the</w:t>
                            </w:r>
                            <w:r w:rsidR="001944AF">
                              <w:rPr>
                                <w:rFonts w:ascii="Arial" w:hAnsi="Arial" w:cs="Arial"/>
                                <w:szCs w:val="24"/>
                              </w:rPr>
                              <w:t xml:space="preserve"> detector simulation effort and the</w:t>
                            </w:r>
                            <w:r w:rsidR="007C62AF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="0051317B">
                              <w:rPr>
                                <w:rFonts w:ascii="Arial" w:hAnsi="Arial" w:cs="Arial"/>
                                <w:szCs w:val="24"/>
                              </w:rPr>
                              <w:t xml:space="preserve">layout </w:t>
                            </w:r>
                            <w:r w:rsidR="007C62AF">
                              <w:rPr>
                                <w:rFonts w:ascii="Arial" w:hAnsi="Arial" w:cs="Arial"/>
                                <w:szCs w:val="24"/>
                              </w:rPr>
                              <w:t xml:space="preserve">process, </w:t>
                            </w:r>
                            <w:r w:rsidR="001944AF">
                              <w:rPr>
                                <w:rFonts w:ascii="Arial" w:hAnsi="Arial" w:cs="Arial"/>
                                <w:szCs w:val="24"/>
                              </w:rPr>
                              <w:t xml:space="preserve">by </w:t>
                            </w:r>
                            <w:r w:rsidR="007C62AF">
                              <w:rPr>
                                <w:rFonts w:ascii="Arial" w:hAnsi="Arial" w:cs="Arial"/>
                                <w:szCs w:val="24"/>
                              </w:rPr>
                              <w:t xml:space="preserve">building and testing prototypes and </w:t>
                            </w:r>
                            <w:r w:rsidR="001944AF">
                              <w:rPr>
                                <w:rFonts w:ascii="Arial" w:hAnsi="Arial" w:cs="Arial"/>
                                <w:szCs w:val="24"/>
                              </w:rPr>
                              <w:t>by planning the</w:t>
                            </w:r>
                            <w:r w:rsidR="007C62AF">
                              <w:rPr>
                                <w:rFonts w:ascii="Arial" w:hAnsi="Arial" w:cs="Arial"/>
                                <w:szCs w:val="24"/>
                              </w:rPr>
                              <w:t xml:space="preserve"> infrastructure</w:t>
                            </w:r>
                            <w:r w:rsidR="001944AF">
                              <w:rPr>
                                <w:rFonts w:ascii="Arial" w:hAnsi="Arial" w:cs="Arial"/>
                                <w:szCs w:val="24"/>
                              </w:rPr>
                              <w:t xml:space="preserve"> needed for its assembly</w:t>
                            </w:r>
                            <w:r w:rsidR="007C62AF">
                              <w:rPr>
                                <w:rFonts w:ascii="Arial" w:hAnsi="Arial" w:cs="Arial"/>
                                <w:szCs w:val="24"/>
                              </w:rPr>
                              <w:t>. In addition we are contributing to the electronics</w:t>
                            </w:r>
                            <w:r w:rsidR="0051317B">
                              <w:rPr>
                                <w:rFonts w:ascii="Arial" w:hAnsi="Arial" w:cs="Arial"/>
                                <w:szCs w:val="24"/>
                              </w:rPr>
                              <w:t xml:space="preserve"> developments </w:t>
                            </w:r>
                            <w:r w:rsidR="007C62AF">
                              <w:rPr>
                                <w:rFonts w:ascii="Arial" w:hAnsi="Arial" w:cs="Arial"/>
                                <w:szCs w:val="24"/>
                              </w:rPr>
                              <w:t>for the future detector</w:t>
                            </w:r>
                            <w:r w:rsidR="0051317B">
                              <w:rPr>
                                <w:rFonts w:ascii="Arial" w:hAnsi="Arial" w:cs="Arial"/>
                                <w:szCs w:val="24"/>
                              </w:rPr>
                              <w:t xml:space="preserve"> and are very active in test beam studies of the various prototypes</w:t>
                            </w:r>
                            <w:r w:rsidR="007C62AF">
                              <w:rPr>
                                <w:rFonts w:ascii="Arial" w:hAnsi="Arial" w:cs="Arial"/>
                                <w:szCs w:val="24"/>
                              </w:rPr>
                              <w:t>. The successful candidate will be expected to participate in at least one of these activities.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35pt;margin-top:5.4pt;width:378pt;height:15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">
                <v:textbox>
                  <w:txbxContent>
                    <w:p w14:paraId="63096910" w14:textId="77777777" w:rsidR="00E60338" w:rsidRDefault="00E60338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</w:p>
                    <w:p w14:paraId="425AAD03" w14:textId="2CFE4F50" w:rsidR="00486DFE" w:rsidRPr="007C62AF" w:rsidRDefault="00E878A7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 w:rsidRPr="007C62AF">
                        <w:rPr>
                          <w:rFonts w:ascii="Arial" w:hAnsi="Arial" w:cs="Arial"/>
                          <w:szCs w:val="24"/>
                        </w:rPr>
                        <w:t xml:space="preserve">The DESY/ATLAS group is planning to build an end-cap for the </w:t>
                      </w:r>
                      <w:r w:rsidR="0051317B">
                        <w:rPr>
                          <w:rFonts w:ascii="Arial" w:hAnsi="Arial" w:cs="Arial"/>
                          <w:szCs w:val="24"/>
                        </w:rPr>
                        <w:t xml:space="preserve">new silicon strip detector </w:t>
                      </w:r>
                      <w:proofErr w:type="gramStart"/>
                      <w:r w:rsidR="0051317B">
                        <w:rPr>
                          <w:rFonts w:ascii="Arial" w:hAnsi="Arial" w:cs="Arial"/>
                          <w:szCs w:val="24"/>
                        </w:rPr>
                        <w:t>of  the</w:t>
                      </w:r>
                      <w:proofErr w:type="gramEnd"/>
                      <w:r w:rsidR="0051317B">
                        <w:rPr>
                          <w:rFonts w:ascii="Arial" w:hAnsi="Arial" w:cs="Arial"/>
                          <w:szCs w:val="24"/>
                        </w:rPr>
                        <w:t xml:space="preserve"> ATLAS </w:t>
                      </w:r>
                      <w:r w:rsidR="007C62AF" w:rsidRPr="007C62AF">
                        <w:rPr>
                          <w:rFonts w:ascii="Arial" w:hAnsi="Arial" w:cs="Arial"/>
                          <w:szCs w:val="24"/>
                        </w:rPr>
                        <w:t xml:space="preserve">phase-II detector upgrade which will be installed </w:t>
                      </w:r>
                      <w:r w:rsidR="0051317B">
                        <w:rPr>
                          <w:rFonts w:ascii="Arial" w:hAnsi="Arial" w:cs="Arial"/>
                          <w:szCs w:val="24"/>
                        </w:rPr>
                        <w:t xml:space="preserve">at CERN </w:t>
                      </w:r>
                      <w:r w:rsidR="007C62AF" w:rsidRPr="007C62AF">
                        <w:rPr>
                          <w:rFonts w:ascii="Arial" w:hAnsi="Arial" w:cs="Arial"/>
                          <w:szCs w:val="24"/>
                        </w:rPr>
                        <w:t>in 202</w:t>
                      </w:r>
                      <w:r w:rsidR="0051317B">
                        <w:rPr>
                          <w:rFonts w:ascii="Arial" w:hAnsi="Arial" w:cs="Arial"/>
                          <w:szCs w:val="24"/>
                        </w:rPr>
                        <w:t>3</w:t>
                      </w:r>
                      <w:r w:rsidR="007C62AF" w:rsidRPr="007C62AF">
                        <w:rPr>
                          <w:rFonts w:ascii="Arial" w:hAnsi="Arial" w:cs="Arial"/>
                          <w:szCs w:val="24"/>
                        </w:rPr>
                        <w:t>/202</w:t>
                      </w:r>
                      <w:r w:rsidR="0051317B">
                        <w:rPr>
                          <w:rFonts w:ascii="Arial" w:hAnsi="Arial" w:cs="Arial"/>
                          <w:szCs w:val="24"/>
                        </w:rPr>
                        <w:t>4</w:t>
                      </w:r>
                      <w:r w:rsidR="007C62AF" w:rsidRPr="007C62AF">
                        <w:rPr>
                          <w:rFonts w:ascii="Arial" w:hAnsi="Arial" w:cs="Arial"/>
                          <w:szCs w:val="24"/>
                        </w:rPr>
                        <w:t xml:space="preserve">. </w:t>
                      </w:r>
                      <w:r w:rsidR="007C62AF">
                        <w:rPr>
                          <w:rFonts w:ascii="Arial" w:hAnsi="Arial" w:cs="Arial"/>
                          <w:szCs w:val="24"/>
                        </w:rPr>
                        <w:t>We are presently preparing for t</w:t>
                      </w:r>
                      <w:r w:rsidR="0051317B">
                        <w:rPr>
                          <w:rFonts w:ascii="Arial" w:hAnsi="Arial" w:cs="Arial"/>
                          <w:szCs w:val="24"/>
                        </w:rPr>
                        <w:t>he construction of</w:t>
                      </w:r>
                      <w:r w:rsidR="007C62AF">
                        <w:rPr>
                          <w:rFonts w:ascii="Arial" w:hAnsi="Arial" w:cs="Arial"/>
                          <w:szCs w:val="24"/>
                        </w:rPr>
                        <w:t xml:space="preserve"> the detector by participating in the</w:t>
                      </w:r>
                      <w:r w:rsidR="001944AF">
                        <w:rPr>
                          <w:rFonts w:ascii="Arial" w:hAnsi="Arial" w:cs="Arial"/>
                          <w:szCs w:val="24"/>
                        </w:rPr>
                        <w:t xml:space="preserve"> detector simulation effort and the</w:t>
                      </w:r>
                      <w:r w:rsidR="007C62AF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="0051317B">
                        <w:rPr>
                          <w:rFonts w:ascii="Arial" w:hAnsi="Arial" w:cs="Arial"/>
                          <w:szCs w:val="24"/>
                        </w:rPr>
                        <w:t xml:space="preserve">layout </w:t>
                      </w:r>
                      <w:r w:rsidR="007C62AF">
                        <w:rPr>
                          <w:rFonts w:ascii="Arial" w:hAnsi="Arial" w:cs="Arial"/>
                          <w:szCs w:val="24"/>
                        </w:rPr>
                        <w:t xml:space="preserve">process, </w:t>
                      </w:r>
                      <w:r w:rsidR="001944AF">
                        <w:rPr>
                          <w:rFonts w:ascii="Arial" w:hAnsi="Arial" w:cs="Arial"/>
                          <w:szCs w:val="24"/>
                        </w:rPr>
                        <w:t xml:space="preserve">by </w:t>
                      </w:r>
                      <w:r w:rsidR="007C62AF">
                        <w:rPr>
                          <w:rFonts w:ascii="Arial" w:hAnsi="Arial" w:cs="Arial"/>
                          <w:szCs w:val="24"/>
                        </w:rPr>
                        <w:t xml:space="preserve">building and testing prototypes and </w:t>
                      </w:r>
                      <w:r w:rsidR="001944AF">
                        <w:rPr>
                          <w:rFonts w:ascii="Arial" w:hAnsi="Arial" w:cs="Arial"/>
                          <w:szCs w:val="24"/>
                        </w:rPr>
                        <w:t>by planning the</w:t>
                      </w:r>
                      <w:r w:rsidR="007C62AF">
                        <w:rPr>
                          <w:rFonts w:ascii="Arial" w:hAnsi="Arial" w:cs="Arial"/>
                          <w:szCs w:val="24"/>
                        </w:rPr>
                        <w:t xml:space="preserve"> infrastructure</w:t>
                      </w:r>
                      <w:r w:rsidR="001944AF">
                        <w:rPr>
                          <w:rFonts w:ascii="Arial" w:hAnsi="Arial" w:cs="Arial"/>
                          <w:szCs w:val="24"/>
                        </w:rPr>
                        <w:t xml:space="preserve"> needed for its assembly</w:t>
                      </w:r>
                      <w:r w:rsidR="007C62AF">
                        <w:rPr>
                          <w:rFonts w:ascii="Arial" w:hAnsi="Arial" w:cs="Arial"/>
                          <w:szCs w:val="24"/>
                        </w:rPr>
                        <w:t>. In addition we are contributing to the electronics</w:t>
                      </w:r>
                      <w:r w:rsidR="0051317B">
                        <w:rPr>
                          <w:rFonts w:ascii="Arial" w:hAnsi="Arial" w:cs="Arial"/>
                          <w:szCs w:val="24"/>
                        </w:rPr>
                        <w:t xml:space="preserve"> developments </w:t>
                      </w:r>
                      <w:r w:rsidR="007C62AF">
                        <w:rPr>
                          <w:rFonts w:ascii="Arial" w:hAnsi="Arial" w:cs="Arial"/>
                          <w:szCs w:val="24"/>
                        </w:rPr>
                        <w:t>for the future detector</w:t>
                      </w:r>
                      <w:r w:rsidR="0051317B">
                        <w:rPr>
                          <w:rFonts w:ascii="Arial" w:hAnsi="Arial" w:cs="Arial"/>
                          <w:szCs w:val="24"/>
                        </w:rPr>
                        <w:t xml:space="preserve"> and are very active in test beam studies of the various prototypes</w:t>
                      </w:r>
                      <w:r w:rsidR="007C62AF">
                        <w:rPr>
                          <w:rFonts w:ascii="Arial" w:hAnsi="Arial" w:cs="Arial"/>
                          <w:szCs w:val="24"/>
                        </w:rPr>
                        <w:t>. The successful candidate will be expected to participate in at least one of these activities.</w:t>
                      </w:r>
                    </w:p>
                  </w:txbxContent>
                </v:textbox>
              </v:shape>
            </w:pict>
          </mc:Fallback>
        </mc:AlternateContent>
      </w:r>
    </w:p>
    <w:p w14:paraId="18C35C51" w14:textId="77777777"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14:paraId="19B95ACE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6DD6055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5C5925E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78CF2CC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654B3CFF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26FE805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6A24B213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CD06DD4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03121937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685DF31F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744E98B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9C05EF3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F036B90" w14:textId="77777777" w:rsidR="00E60338" w:rsidRDefault="00E60338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4076804" w14:textId="77777777"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14:paraId="3B2E5631" w14:textId="77777777" w:rsidR="008B1631" w:rsidRPr="00486DFE" w:rsidRDefault="004427F2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ED6A89" wp14:editId="6A1F4B42">
                <wp:simplePos x="0" y="0"/>
                <wp:positionH relativeFrom="column">
                  <wp:posOffset>548640</wp:posOffset>
                </wp:positionH>
                <wp:positionV relativeFrom="paragraph">
                  <wp:posOffset>130175</wp:posOffset>
                </wp:positionV>
                <wp:extent cx="4800600" cy="1653540"/>
                <wp:effectExtent l="0" t="0" r="19050" b="2286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65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06519" w14:textId="77777777" w:rsidR="00E60338" w:rsidRDefault="00E60338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  <w:p w14:paraId="07268267" w14:textId="77777777" w:rsidR="00486DFE" w:rsidRPr="007C62AF" w:rsidRDefault="007C62AF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7C62AF">
                              <w:rPr>
                                <w:rFonts w:ascii="Arial" w:hAnsi="Arial" w:cs="Arial"/>
                                <w:szCs w:val="24"/>
                              </w:rPr>
                              <w:t>PhD in particle physics</w:t>
                            </w:r>
                          </w:p>
                          <w:p w14:paraId="6B655FAA" w14:textId="77777777" w:rsidR="007C62AF" w:rsidRDefault="007C62AF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7C62AF">
                              <w:rPr>
                                <w:rFonts w:ascii="Arial" w:hAnsi="Arial" w:cs="Arial"/>
                                <w:szCs w:val="24"/>
                              </w:rPr>
                              <w:t xml:space="preserve">Experience with silicon detectors </w:t>
                            </w:r>
                          </w:p>
                          <w:p w14:paraId="2B13EA14" w14:textId="77777777" w:rsidR="001944AF" w:rsidRDefault="001944AF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Experience in programming</w:t>
                            </w: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2pt;margin-top:10.25pt;width:378pt;height:13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">
                <v:textbox inset=",,,1mm">
                  <w:txbxContent>
                    <w:p w14:paraId="7B106519" w14:textId="77777777" w:rsidR="00E60338" w:rsidRDefault="00E60338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</w:p>
                    <w:p w14:paraId="07268267" w14:textId="77777777" w:rsidR="00486DFE" w:rsidRPr="007C62AF" w:rsidRDefault="007C62AF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 w:rsidRPr="007C62AF">
                        <w:rPr>
                          <w:rFonts w:ascii="Arial" w:hAnsi="Arial" w:cs="Arial"/>
                          <w:szCs w:val="24"/>
                        </w:rPr>
                        <w:t>PhD in particle physics</w:t>
                      </w:r>
                    </w:p>
                    <w:p w14:paraId="6B655FAA" w14:textId="77777777" w:rsidR="007C62AF" w:rsidRDefault="007C62AF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 w:rsidRPr="007C62AF">
                        <w:rPr>
                          <w:rFonts w:ascii="Arial" w:hAnsi="Arial" w:cs="Arial"/>
                          <w:szCs w:val="24"/>
                        </w:rPr>
                        <w:t xml:space="preserve">Experience with silicon detectors </w:t>
                      </w:r>
                    </w:p>
                    <w:p w14:paraId="2B13EA14" w14:textId="77777777" w:rsidR="001944AF" w:rsidRDefault="001944AF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Experience in programming</w:t>
                      </w:r>
                    </w:p>
                  </w:txbxContent>
                </v:textbox>
              </v:shape>
            </w:pict>
          </mc:Fallback>
        </mc:AlternateContent>
      </w:r>
    </w:p>
    <w:p w14:paraId="7BAD6F7D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479AF882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1F3C74DC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6D5BE965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7A15C0D9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F943A19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4858EE5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72C7E1C5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792D490F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958C673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DC20950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7EC0C3E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59E799F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661333F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  <w:bookmarkStart w:id="0" w:name="_GoBack"/>
      <w:bookmarkEnd w:id="0"/>
    </w:p>
    <w:p w14:paraId="1AEAE3A2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02B7453" w14:textId="77777777"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1944AF">
        <w:rPr>
          <w:rFonts w:ascii="Arial" w:hAnsi="Arial" w:cs="Arial"/>
          <w:sz w:val="22"/>
        </w:rPr>
        <w:t>Hamburg</w:t>
      </w:r>
    </w:p>
    <w:p w14:paraId="5E1A7003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14:paraId="37481774" w14:textId="33356D94"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1944AF">
        <w:rPr>
          <w:rFonts w:ascii="Arial" w:hAnsi="Arial" w:cs="Arial"/>
          <w:sz w:val="22"/>
        </w:rPr>
        <w:t>November 201</w:t>
      </w:r>
      <w:r w:rsidR="004A57B0">
        <w:rPr>
          <w:rFonts w:ascii="Arial" w:hAnsi="Arial" w:cs="Arial"/>
          <w:sz w:val="22"/>
        </w:rPr>
        <w:t>5</w:t>
      </w:r>
    </w:p>
    <w:p w14:paraId="63B89A59" w14:textId="77777777"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14:paraId="3C064709" w14:textId="33AD0E93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>(please note that we require for all candid</w:t>
      </w:r>
      <w:r w:rsidR="000A3D3B">
        <w:rPr>
          <w:rFonts w:ascii="Arial" w:hAnsi="Arial" w:cs="Arial"/>
          <w:sz w:val="22"/>
        </w:rPr>
        <w:t xml:space="preserve">ates proven records of English, </w:t>
      </w:r>
      <w:r w:rsidR="00C46EAD">
        <w:rPr>
          <w:rFonts w:ascii="Arial" w:hAnsi="Arial" w:cs="Arial"/>
          <w:sz w:val="22"/>
        </w:rPr>
        <w:t xml:space="preserve">e.g. </w:t>
      </w:r>
      <w:r w:rsidR="00956316">
        <w:rPr>
          <w:rFonts w:ascii="Arial" w:hAnsi="Arial" w:cs="Arial"/>
          <w:sz w:val="22"/>
        </w:rPr>
        <w:t>CAE</w:t>
      </w:r>
      <w:r w:rsidR="00553C85">
        <w:rPr>
          <w:rFonts w:ascii="Arial" w:hAnsi="Arial" w:cs="Arial"/>
          <w:sz w:val="22"/>
        </w:rPr>
        <w:t xml:space="preserve"> certificate</w:t>
      </w:r>
      <w:r w:rsidR="000A3D3B">
        <w:rPr>
          <w:rFonts w:ascii="Arial" w:hAnsi="Arial" w:cs="Arial"/>
          <w:sz w:val="22"/>
        </w:rPr>
        <w:t>)</w:t>
      </w:r>
      <w:r w:rsidR="00486DFE" w:rsidRPr="00486DFE">
        <w:rPr>
          <w:rFonts w:ascii="Arial" w:hAnsi="Arial" w:cs="Arial"/>
          <w:i/>
          <w:iCs/>
          <w:sz w:val="22"/>
        </w:rPr>
        <w:t xml:space="preserve">   </w:t>
      </w:r>
    </w:p>
    <w:p w14:paraId="57E00407" w14:textId="77777777"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14:paraId="48075FA0" w14:textId="77777777" w:rsidR="00484D83" w:rsidRPr="00486DFE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</w:p>
    <w:p w14:paraId="5DEC6A38" w14:textId="77777777" w:rsidR="00486DFE" w:rsidRPr="00486DFE" w:rsidRDefault="00486DFE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</w:p>
    <w:sectPr w:rsidR="00486DFE" w:rsidRPr="00486DFE" w:rsidSect="005568F5">
      <w:headerReference w:type="default" r:id="rId10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12FC5F" w14:textId="77777777" w:rsidR="002579DB" w:rsidRDefault="002579DB">
      <w:r>
        <w:separator/>
      </w:r>
    </w:p>
  </w:endnote>
  <w:endnote w:type="continuationSeparator" w:id="0">
    <w:p w14:paraId="3EE4D983" w14:textId="77777777" w:rsidR="002579DB" w:rsidRDefault="0025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93E67F" w14:textId="77777777" w:rsidR="002579DB" w:rsidRDefault="002579DB">
      <w:r>
        <w:separator/>
      </w:r>
    </w:p>
  </w:footnote>
  <w:footnote w:type="continuationSeparator" w:id="0">
    <w:p w14:paraId="65B2721B" w14:textId="77777777" w:rsidR="002579DB" w:rsidRDefault="00257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5AA50" w14:textId="77777777" w:rsidR="00486DFE" w:rsidRDefault="00486DF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0338">
      <w:rPr>
        <w:rStyle w:val="PageNumber"/>
        <w:noProof/>
      </w:rPr>
      <w:t>2</w:t>
    </w:r>
    <w:r>
      <w:rPr>
        <w:rStyle w:val="PageNumber"/>
      </w:rPr>
      <w:fldChar w:fldCharType="end"/>
    </w:r>
  </w:p>
  <w:p w14:paraId="02935FF6" w14:textId="77777777" w:rsidR="00486DFE" w:rsidRDefault="00486D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A3D3B"/>
    <w:rsid w:val="000D4A4F"/>
    <w:rsid w:val="000E2355"/>
    <w:rsid w:val="000F4A2C"/>
    <w:rsid w:val="00113184"/>
    <w:rsid w:val="00133131"/>
    <w:rsid w:val="001509A9"/>
    <w:rsid w:val="00151E9C"/>
    <w:rsid w:val="001650F4"/>
    <w:rsid w:val="0018581F"/>
    <w:rsid w:val="001944AF"/>
    <w:rsid w:val="001C7322"/>
    <w:rsid w:val="001D0190"/>
    <w:rsid w:val="001F1696"/>
    <w:rsid w:val="00201433"/>
    <w:rsid w:val="00210FC8"/>
    <w:rsid w:val="00221946"/>
    <w:rsid w:val="00244776"/>
    <w:rsid w:val="0025461E"/>
    <w:rsid w:val="002579DB"/>
    <w:rsid w:val="002B3695"/>
    <w:rsid w:val="00342F67"/>
    <w:rsid w:val="003900D0"/>
    <w:rsid w:val="003B32CE"/>
    <w:rsid w:val="003B609B"/>
    <w:rsid w:val="004243AB"/>
    <w:rsid w:val="004426FE"/>
    <w:rsid w:val="004427F2"/>
    <w:rsid w:val="00452659"/>
    <w:rsid w:val="0047172C"/>
    <w:rsid w:val="0048450E"/>
    <w:rsid w:val="00484D83"/>
    <w:rsid w:val="0048525C"/>
    <w:rsid w:val="00486DFE"/>
    <w:rsid w:val="004A57B0"/>
    <w:rsid w:val="0051317B"/>
    <w:rsid w:val="00553C85"/>
    <w:rsid w:val="005568F5"/>
    <w:rsid w:val="005753F7"/>
    <w:rsid w:val="005A1178"/>
    <w:rsid w:val="005B14D8"/>
    <w:rsid w:val="005B4047"/>
    <w:rsid w:val="005D3CA6"/>
    <w:rsid w:val="005E6C60"/>
    <w:rsid w:val="005F7D54"/>
    <w:rsid w:val="006065DE"/>
    <w:rsid w:val="00642E7F"/>
    <w:rsid w:val="006911AF"/>
    <w:rsid w:val="006B2159"/>
    <w:rsid w:val="006D4D56"/>
    <w:rsid w:val="00746046"/>
    <w:rsid w:val="00793FB4"/>
    <w:rsid w:val="007A4C1C"/>
    <w:rsid w:val="007A673C"/>
    <w:rsid w:val="007C62AF"/>
    <w:rsid w:val="0086164E"/>
    <w:rsid w:val="008725EC"/>
    <w:rsid w:val="008B1631"/>
    <w:rsid w:val="008B7F76"/>
    <w:rsid w:val="00907574"/>
    <w:rsid w:val="009443C2"/>
    <w:rsid w:val="00954723"/>
    <w:rsid w:val="00956316"/>
    <w:rsid w:val="00962EC1"/>
    <w:rsid w:val="009937EF"/>
    <w:rsid w:val="009A2577"/>
    <w:rsid w:val="009B3852"/>
    <w:rsid w:val="009C43A3"/>
    <w:rsid w:val="009F1722"/>
    <w:rsid w:val="00A018BC"/>
    <w:rsid w:val="00A32A5A"/>
    <w:rsid w:val="00A4602D"/>
    <w:rsid w:val="00A52B3C"/>
    <w:rsid w:val="00A6281C"/>
    <w:rsid w:val="00A9352A"/>
    <w:rsid w:val="00AC1BD3"/>
    <w:rsid w:val="00B176BE"/>
    <w:rsid w:val="00B274AC"/>
    <w:rsid w:val="00B325AB"/>
    <w:rsid w:val="00B6366B"/>
    <w:rsid w:val="00BA60B3"/>
    <w:rsid w:val="00BE69E7"/>
    <w:rsid w:val="00C46EAD"/>
    <w:rsid w:val="00CB0D10"/>
    <w:rsid w:val="00CB5E31"/>
    <w:rsid w:val="00CF51BC"/>
    <w:rsid w:val="00D64355"/>
    <w:rsid w:val="00DA3884"/>
    <w:rsid w:val="00DB4087"/>
    <w:rsid w:val="00DC1ADD"/>
    <w:rsid w:val="00DE42BA"/>
    <w:rsid w:val="00E60338"/>
    <w:rsid w:val="00E853E1"/>
    <w:rsid w:val="00E876B6"/>
    <w:rsid w:val="00E878A7"/>
    <w:rsid w:val="00F1072C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15C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ngrid.gregor@desy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D47A8-7E05-48AA-8649-0588284E5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</Template>
  <TotalTime>0</TotalTime>
  <Pages>1</Pages>
  <Words>70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Berger, Sabine</cp:lastModifiedBy>
  <cp:revision>4</cp:revision>
  <cp:lastPrinted>2006-08-08T10:33:00Z</cp:lastPrinted>
  <dcterms:created xsi:type="dcterms:W3CDTF">2015-04-28T10:46:00Z</dcterms:created>
  <dcterms:modified xsi:type="dcterms:W3CDTF">2015-04-29T12:44:00Z</dcterms:modified>
</cp:coreProperties>
</file>